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519" w:rsidRPr="004A50F5" w:rsidRDefault="005D6519" w:rsidP="00985CF6">
      <w:pPr>
        <w:pStyle w:val="20"/>
        <w:shd w:val="clear" w:color="auto" w:fill="auto"/>
        <w:spacing w:line="100" w:lineRule="exact"/>
        <w:rPr>
          <w:lang w:val="ru-RU"/>
        </w:rPr>
      </w:pPr>
    </w:p>
    <w:p w:rsidR="005D6519" w:rsidRDefault="005D6519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5D6519" w:rsidRDefault="005D6519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5D6519" w:rsidTr="008622F5">
        <w:tc>
          <w:tcPr>
            <w:tcW w:w="7419" w:type="dxa"/>
          </w:tcPr>
          <w:p w:rsidR="005D6519" w:rsidRPr="008622F5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Сроки предоставления субсидии на 201</w:t>
            </w:r>
            <w:r>
              <w:rPr>
                <w:b/>
              </w:rPr>
              <w:t>5</w:t>
            </w:r>
            <w:r w:rsidRPr="008622F5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8622F5">
              <w:rPr>
                <w:b/>
              </w:rPr>
              <w:t>Сумма, рублей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 w:rsidRPr="008622F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  <w:r w:rsidRPr="008622F5">
              <w:rPr>
                <w:rFonts w:ascii="Times New Roman" w:hAnsi="Times New Roman" w:cs="Times New Roman"/>
              </w:rPr>
              <w:t>000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146479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131622</w:t>
            </w:r>
          </w:p>
        </w:tc>
      </w:tr>
      <w:tr w:rsidR="005D6519" w:rsidTr="008622F5">
        <w:tc>
          <w:tcPr>
            <w:tcW w:w="7419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5D6519" w:rsidRPr="008622F5" w:rsidRDefault="005D6519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243096</w:t>
            </w:r>
          </w:p>
        </w:tc>
      </w:tr>
      <w:tr w:rsidR="005D6519" w:rsidTr="008622F5">
        <w:tc>
          <w:tcPr>
            <w:tcW w:w="7419" w:type="dxa"/>
          </w:tcPr>
          <w:p w:rsidR="005D6519" w:rsidRPr="008622F5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5D6519" w:rsidRDefault="005D651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1624030</w:t>
            </w:r>
          </w:p>
        </w:tc>
      </w:tr>
    </w:tbl>
    <w:p w:rsidR="005D6519" w:rsidRDefault="005D6519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5D6519" w:rsidRDefault="005D6519">
      <w:pPr>
        <w:rPr>
          <w:sz w:val="2"/>
          <w:szCs w:val="2"/>
        </w:rPr>
      </w:pPr>
    </w:p>
    <w:p w:rsidR="005D6519" w:rsidRDefault="005D651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5D6519" w:rsidRDefault="005D651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sz w:val="21"/>
          <w:szCs w:val="21"/>
        </w:rPr>
      </w:pPr>
      <w:r w:rsidRPr="002F0753">
        <w:rPr>
          <w:rStyle w:val="Exact1"/>
          <w:b/>
          <w:sz w:val="21"/>
          <w:szCs w:val="21"/>
        </w:rPr>
        <w:t xml:space="preserve">Учредитель 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b/>
          <w:sz w:val="21"/>
          <w:szCs w:val="21"/>
        </w:rPr>
        <w:t>Учреждение</w:t>
      </w:r>
    </w:p>
    <w:p w:rsidR="005D6519" w:rsidRPr="002F0753" w:rsidRDefault="005D6519" w:rsidP="002F0753">
      <w:pPr>
        <w:pStyle w:val="21"/>
        <w:shd w:val="clear" w:color="auto" w:fill="auto"/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ул. Буденного д.7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ул. Урицкого д.2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Банковские реквизиты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Банковские реквизиты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ИНН 3220000474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ИНН </w:t>
      </w:r>
      <w:r w:rsidRPr="002F0753">
        <w:t>3220002383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БИК 041501001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БИК 041501001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р/с 40204810400000100126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р/с </w:t>
      </w:r>
      <w:r w:rsidRPr="002F0753">
        <w:t>40701810000011000192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л/с 03273012380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л/с </w:t>
      </w:r>
      <w:r w:rsidRPr="002F0753">
        <w:t>20276Ч47440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Начальник Мглинского районного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Директор МБОУ ДОД Мглинская ДМШ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отдела культуры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 xml:space="preserve">______________ </w:t>
      </w:r>
      <w:r w:rsidRPr="009C0855">
        <w:rPr>
          <w:color w:val="auto"/>
          <w:sz w:val="20"/>
          <w:szCs w:val="20"/>
        </w:rPr>
        <w:t>Ширко А.Н.</w:t>
      </w:r>
      <w:r w:rsidRPr="009C0855">
        <w:rPr>
          <w:color w:val="auto"/>
          <w:sz w:val="20"/>
          <w:szCs w:val="20"/>
        </w:rPr>
        <w:tab/>
      </w:r>
      <w:r w:rsidRPr="002F0753">
        <w:tab/>
      </w:r>
      <w:r>
        <w:tab/>
      </w:r>
      <w:r w:rsidRPr="002F0753">
        <w:tab/>
        <w:t>_____________ Курашко А.В.</w:t>
      </w: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</w:p>
    <w:p w:rsidR="005D6519" w:rsidRPr="002F0753" w:rsidRDefault="005D651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М.П.</w:t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  <w:t>М.П.</w:t>
      </w:r>
    </w:p>
    <w:p w:rsidR="005D6519" w:rsidRPr="002472DF" w:rsidRDefault="005D6519" w:rsidP="002472DF">
      <w:pPr>
        <w:pStyle w:val="21"/>
        <w:shd w:val="clear" w:color="auto" w:fill="auto"/>
        <w:tabs>
          <w:tab w:val="left" w:pos="284"/>
          <w:tab w:val="left" w:pos="1418"/>
        </w:tabs>
        <w:spacing w:after="0" w:line="240" w:lineRule="auto"/>
        <w:ind w:firstLine="500"/>
        <w:jc w:val="both"/>
        <w:rPr>
          <w:sz w:val="20"/>
          <w:szCs w:val="20"/>
        </w:rPr>
      </w:pPr>
    </w:p>
    <w:sectPr w:rsidR="005D6519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519" w:rsidRDefault="005D6519" w:rsidP="008D65D8">
      <w:r>
        <w:separator/>
      </w:r>
    </w:p>
  </w:endnote>
  <w:endnote w:type="continuationSeparator" w:id="1">
    <w:p w:rsidR="005D6519" w:rsidRDefault="005D6519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519" w:rsidRDefault="005D6519"/>
  </w:footnote>
  <w:footnote w:type="continuationSeparator" w:id="1">
    <w:p w:rsidR="005D6519" w:rsidRDefault="005D651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65C41"/>
    <w:rsid w:val="00153046"/>
    <w:rsid w:val="001B2F38"/>
    <w:rsid w:val="00210B99"/>
    <w:rsid w:val="002472DF"/>
    <w:rsid w:val="00261F8D"/>
    <w:rsid w:val="002E3A67"/>
    <w:rsid w:val="002F0753"/>
    <w:rsid w:val="00305214"/>
    <w:rsid w:val="003B0399"/>
    <w:rsid w:val="003E1F16"/>
    <w:rsid w:val="004A50F5"/>
    <w:rsid w:val="005A1822"/>
    <w:rsid w:val="005C5AA8"/>
    <w:rsid w:val="005D6519"/>
    <w:rsid w:val="00625E6F"/>
    <w:rsid w:val="00775A9D"/>
    <w:rsid w:val="007B2215"/>
    <w:rsid w:val="008622F5"/>
    <w:rsid w:val="008B1F56"/>
    <w:rsid w:val="008D65D8"/>
    <w:rsid w:val="00985CF6"/>
    <w:rsid w:val="009C0855"/>
    <w:rsid w:val="00E557E7"/>
    <w:rsid w:val="00E83CC4"/>
    <w:rsid w:val="00E84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DefaultParagraphFont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">
    <w:name w:val="Основной текст_"/>
    <w:basedOn w:val="DefaultParagraphFont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DefaultParagraphFont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Normal"/>
    <w:link w:val="a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Normal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Normal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Normal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Normal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Normal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TableGrid">
    <w:name w:val="Table Grid"/>
    <w:basedOn w:val="TableNormal"/>
    <w:uiPriority w:val="99"/>
    <w:rsid w:val="002472D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1</Pages>
  <Words>167</Words>
  <Characters>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8</cp:revision>
  <cp:lastPrinted>2015-04-07T11:51:00Z</cp:lastPrinted>
  <dcterms:created xsi:type="dcterms:W3CDTF">2014-08-26T06:09:00Z</dcterms:created>
  <dcterms:modified xsi:type="dcterms:W3CDTF">2015-04-07T11:51:00Z</dcterms:modified>
</cp:coreProperties>
</file>